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84A" w:rsidRPr="00E05812" w:rsidRDefault="00ED384A" w:rsidP="000F7E22">
      <w:pPr>
        <w:pStyle w:val="Coordonnes"/>
        <w:jc w:val="left"/>
        <w:rPr>
          <w:noProof/>
          <w:color w:val="auto"/>
        </w:rPr>
      </w:pPr>
      <w:r w:rsidRPr="00E05812">
        <w:rPr>
          <w:noProof/>
          <w:color w:val="auto"/>
        </w:rPr>
        <w:t>58 rue de la mine</w:t>
      </w:r>
    </w:p>
    <w:p w:rsidR="00E52305" w:rsidRPr="00E05812" w:rsidRDefault="00A63260" w:rsidP="000F7E22">
      <w:pPr>
        <w:pStyle w:val="Coordonnes"/>
        <w:jc w:val="left"/>
        <w:rPr>
          <w:noProof/>
          <w:color w:val="auto"/>
        </w:rPr>
      </w:pPr>
      <w:sdt>
        <w:sdtPr>
          <w:rPr>
            <w:noProof/>
            <w:color w:val="auto"/>
          </w:rPr>
          <w:alias w:val="Catégorie"/>
          <w:tag w:val=""/>
          <w:id w:val="1543715586"/>
          <w:placeholder>
            <w:docPart w:val="E948DD0B02D6459BA0392C92C6284575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ED384A" w:rsidRPr="00E05812">
            <w:rPr>
              <w:noProof/>
              <w:color w:val="auto"/>
            </w:rPr>
            <w:t>5</w:t>
          </w:r>
          <w:r w:rsidR="003D76CD" w:rsidRPr="00E05812">
            <w:rPr>
              <w:noProof/>
              <w:color w:val="auto"/>
            </w:rPr>
            <w:t>4</w:t>
          </w:r>
          <w:r w:rsidR="00ED384A" w:rsidRPr="00E05812">
            <w:rPr>
              <w:noProof/>
              <w:color w:val="auto"/>
            </w:rPr>
            <w:t>970 LANDRES</w:t>
          </w:r>
        </w:sdtContent>
      </w:sdt>
    </w:p>
    <w:p w:rsidR="00E52305" w:rsidRDefault="00A63260" w:rsidP="000F7E22">
      <w:pPr>
        <w:pStyle w:val="Coordonnes"/>
        <w:jc w:val="left"/>
        <w:rPr>
          <w:noProof/>
        </w:rPr>
      </w:pPr>
      <w:sdt>
        <w:sdtPr>
          <w:rPr>
            <w:noProof/>
            <w:color w:val="auto"/>
          </w:rPr>
          <w:alias w:val="Téléphone"/>
          <w:tag w:val="Téléphone"/>
          <w:id w:val="599758962"/>
          <w:placeholder>
            <w:docPart w:val="B94245D20CFF4EF1994CE4DA8A846FAD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ED384A" w:rsidRPr="00E05812">
            <w:rPr>
              <w:noProof/>
              <w:color w:val="auto"/>
            </w:rPr>
            <w:t>06.27.32.87.28</w:t>
          </w:r>
        </w:sdtContent>
      </w:sdt>
    </w:p>
    <w:sdt>
      <w:sdtPr>
        <w:rPr>
          <w:rStyle w:val="Accentuation"/>
          <w:noProof/>
          <w:color w:val="0070C0"/>
        </w:rPr>
        <w:alias w:val="Courrier électronique"/>
        <w:tag w:val=""/>
        <w:id w:val="1889536063"/>
        <w:placeholder>
          <w:docPart w:val="667E8B505E574DDCB4BF513C0A65460F"/>
        </w:placeholder>
        <w:dataBinding w:prefixMappings="xmlns:ns0='http://schemas.microsoft.com/office/2006/coverPageProps' " w:xpath="/ns0:CoverPageProperties[1]/ns0:CompanyEmail[1]" w:storeItemID="{55AF091B-3C7A-41E3-B477-F2FDAA23CFDA}"/>
        <w:text/>
      </w:sdtPr>
      <w:sdtEndPr>
        <w:rPr>
          <w:rStyle w:val="Accentuation"/>
        </w:rPr>
      </w:sdtEndPr>
      <w:sdtContent>
        <w:p w:rsidR="00E52305" w:rsidRPr="00E05812" w:rsidRDefault="003D76CD" w:rsidP="000F7E22">
          <w:pPr>
            <w:pStyle w:val="Coordonnes"/>
            <w:jc w:val="left"/>
            <w:rPr>
              <w:rStyle w:val="Accentuation"/>
              <w:noProof/>
              <w:color w:val="0070C0"/>
            </w:rPr>
          </w:pPr>
          <w:r w:rsidRPr="00E05812">
            <w:rPr>
              <w:rStyle w:val="Accentuation"/>
              <w:noProof/>
              <w:color w:val="0070C0"/>
            </w:rPr>
            <w:t>juliesuk13@gmail.com</w:t>
          </w:r>
        </w:p>
      </w:sdtContent>
    </w:sdt>
    <w:p w:rsidR="00E52305" w:rsidRPr="00C93A02" w:rsidRDefault="00A63260">
      <w:pPr>
        <w:pStyle w:val="Nom"/>
        <w:rPr>
          <w:noProof/>
          <w:color w:val="262626" w:themeColor="text1" w:themeTint="D9"/>
        </w:rPr>
      </w:pPr>
      <w:sdt>
        <w:sdtPr>
          <w:rPr>
            <w:noProof/>
            <w:color w:val="262626" w:themeColor="text1" w:themeTint="D9"/>
            <w:lang w:val="es-ES"/>
          </w:rPr>
          <w:alias w:val="Votre Nom"/>
          <w:tag w:val=""/>
          <w:id w:val="1197042864"/>
          <w:placeholder>
            <w:docPart w:val="2781721902FE4936B5D7B196938B1F6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ED384A" w:rsidRPr="00C93A02">
            <w:rPr>
              <w:noProof/>
              <w:color w:val="262626" w:themeColor="text1" w:themeTint="D9"/>
            </w:rPr>
            <w:t>suk julie</w:t>
          </w:r>
        </w:sdtContent>
      </w:sdt>
    </w:p>
    <w:tbl>
      <w:tblPr>
        <w:tblStyle w:val="TableaudeCV"/>
        <w:tblW w:w="5000" w:type="pct"/>
        <w:tblLook w:val="04A0" w:firstRow="1" w:lastRow="0" w:firstColumn="1" w:lastColumn="0" w:noHBand="0" w:noVBand="1"/>
        <w:tblDescription w:val="Resume"/>
      </w:tblPr>
      <w:tblGrid>
        <w:gridCol w:w="1778"/>
        <w:gridCol w:w="65"/>
        <w:gridCol w:w="8237"/>
      </w:tblGrid>
      <w:tr w:rsidR="00E52305" w:rsidTr="00ED384A">
        <w:tc>
          <w:tcPr>
            <w:tcW w:w="1778" w:type="dxa"/>
          </w:tcPr>
          <w:p w:rsidR="00E52305" w:rsidRPr="004B21C4" w:rsidRDefault="001257B1">
            <w:pPr>
              <w:pStyle w:val="Titre1"/>
              <w:rPr>
                <w:b/>
                <w:noProof/>
                <w:sz w:val="22"/>
                <w:szCs w:val="22"/>
              </w:rPr>
            </w:pPr>
            <w:bookmarkStart w:id="0" w:name="_GoBack"/>
            <w:bookmarkEnd w:id="0"/>
            <w:r w:rsidRPr="00E05812">
              <w:rPr>
                <w:b/>
                <w:noProof/>
                <w:color w:val="0070C0"/>
                <w:sz w:val="22"/>
                <w:szCs w:val="22"/>
              </w:rPr>
              <w:t>Exp</w:t>
            </w:r>
            <w:r w:rsidR="002B7E86" w:rsidRPr="00E05812">
              <w:rPr>
                <w:b/>
                <w:noProof/>
                <w:color w:val="0070C0"/>
                <w:sz w:val="22"/>
                <w:szCs w:val="22"/>
              </w:rPr>
              <w:t>É</w:t>
            </w:r>
            <w:r w:rsidRPr="00E05812">
              <w:rPr>
                <w:b/>
                <w:noProof/>
                <w:color w:val="0070C0"/>
                <w:sz w:val="22"/>
                <w:szCs w:val="22"/>
              </w:rPr>
              <w:t>rience</w:t>
            </w:r>
            <w:r w:rsidR="003D76CD" w:rsidRPr="00E05812">
              <w:rPr>
                <w:b/>
                <w:noProof/>
                <w:color w:val="0070C0"/>
                <w:sz w:val="22"/>
                <w:szCs w:val="22"/>
              </w:rPr>
              <w:t>s</w:t>
            </w:r>
          </w:p>
        </w:tc>
        <w:tc>
          <w:tcPr>
            <w:tcW w:w="65" w:type="dxa"/>
          </w:tcPr>
          <w:p w:rsidR="00E52305" w:rsidRDefault="00E52305">
            <w:pPr>
              <w:rPr>
                <w:noProof/>
              </w:rPr>
            </w:pPr>
          </w:p>
        </w:tc>
        <w:tc>
          <w:tcPr>
            <w:tcW w:w="8237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1436861535"/>
              <w15:color w:val="C0C0C0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221802691"/>
                  <w:placeholder>
                    <w:docPart w:val="0AEBE44F998346E2A4E040C75735F8B7"/>
                  </w:placeholder>
                  <w15:color w:val="C0C0C0"/>
                  <w15:repeatingSectionItem/>
                </w:sdtPr>
                <w:sdtEndPr>
                  <w:rPr>
                    <w:rFonts w:eastAsiaTheme="minorHAnsi"/>
                    <w:color w:val="262626" w:themeColor="text1" w:themeTint="D9"/>
                  </w:rPr>
                </w:sdtEndPr>
                <w:sdtContent>
                  <w:p w:rsidR="00E05812" w:rsidRPr="00CF6553" w:rsidRDefault="001D4628" w:rsidP="00E05812">
                    <w:pPr>
                      <w:pStyle w:val="Titre2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t>AGENT DE SERVICE LOGISTIQUE de nuit – MAISON DE RETRAITE LE PLATEAU OTTANGE</w:t>
                    </w:r>
                  </w:p>
                  <w:p w:rsidR="00E05812" w:rsidRPr="00E05812" w:rsidRDefault="001D4628" w:rsidP="00E05812">
                    <w:pPr>
                      <w:pStyle w:val="DateduCV"/>
                      <w:rPr>
                        <w:color w:val="262626" w:themeColor="text1" w:themeTint="D9"/>
                      </w:rPr>
                    </w:pPr>
                    <w:r>
                      <w:rPr>
                        <w:color w:val="262626" w:themeColor="text1" w:themeTint="D9"/>
                      </w:rPr>
                      <w:t>Mars 2016 au 21 avril 2016</w:t>
                    </w:r>
                    <w:r w:rsidR="00E05812" w:rsidRPr="00E05812">
                      <w:rPr>
                        <w:color w:val="262626" w:themeColor="text1" w:themeTint="D9"/>
                      </w:rPr>
                      <w:t>.</w:t>
                    </w:r>
                  </w:p>
                  <w:p w:rsidR="0065270C" w:rsidRPr="00E05812" w:rsidRDefault="001D4628" w:rsidP="005E0A09">
                    <w:pPr>
                      <w:rPr>
                        <w:rFonts w:eastAsiaTheme="minorEastAsia"/>
                        <w:color w:val="262626" w:themeColor="text1" w:themeTint="D9"/>
                      </w:rPr>
                    </w:pPr>
                    <w:r>
                      <w:rPr>
                        <w:rFonts w:eastAsiaTheme="minorEastAsia"/>
                        <w:color w:val="262626" w:themeColor="text1" w:themeTint="D9"/>
                      </w:rPr>
                      <w:t>Chargée du ménage et aide aux soins des résidents avec les aides-soignantes.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382928287"/>
                  <w:placeholder>
                    <w:docPart w:val="010DACBA9D44463D87B5BA4BB2E8A737"/>
                  </w:placeholder>
                  <w15:color w:val="C0C0C0"/>
                  <w15:repeatingSectionItem/>
                </w:sdtPr>
                <w:sdtEndPr>
                  <w:rPr>
                    <w:rFonts w:eastAsiaTheme="minorHAnsi"/>
                    <w:color w:val="262626" w:themeColor="text1" w:themeTint="D9"/>
                  </w:rPr>
                </w:sdtEndPr>
                <w:sdtContent>
                  <w:p w:rsidR="001D4628" w:rsidRPr="00CF6553" w:rsidRDefault="001D4628" w:rsidP="00E05812">
                    <w:pPr>
                      <w:pStyle w:val="Titre2"/>
                      <w:rPr>
                        <w:color w:val="auto"/>
                      </w:rPr>
                    </w:pPr>
                    <w:r w:rsidRPr="00CF6553">
                      <w:rPr>
                        <w:color w:val="auto"/>
                      </w:rPr>
                      <w:t>A</w:t>
                    </w:r>
                    <w:r>
                      <w:rPr>
                        <w:color w:val="auto"/>
                      </w:rPr>
                      <w:t>NNIMATRICE PERISCOLAIRE – LES FRANCAS</w:t>
                    </w:r>
                  </w:p>
                  <w:p w:rsidR="001D4628" w:rsidRPr="00E05812" w:rsidRDefault="001D4628" w:rsidP="00E05812">
                    <w:pPr>
                      <w:pStyle w:val="DateduCV"/>
                      <w:rPr>
                        <w:color w:val="262626" w:themeColor="text1" w:themeTint="D9"/>
                      </w:rPr>
                    </w:pPr>
                    <w:r w:rsidRPr="00E05812">
                      <w:rPr>
                        <w:color w:val="262626" w:themeColor="text1" w:themeTint="D9"/>
                      </w:rPr>
                      <w:t>Février 2016 du 4 au 29.</w:t>
                    </w:r>
                  </w:p>
                  <w:p w:rsidR="001D4628" w:rsidRPr="00E05812" w:rsidRDefault="001D4628" w:rsidP="005E0A09">
                    <w:pPr>
                      <w:rPr>
                        <w:rFonts w:eastAsiaTheme="minorEastAsia"/>
                        <w:color w:val="262626" w:themeColor="text1" w:themeTint="D9"/>
                      </w:rPr>
                    </w:pPr>
                    <w:r w:rsidRPr="00E05812">
                      <w:rPr>
                        <w:color w:val="262626" w:themeColor="text1" w:themeTint="D9"/>
                      </w:rPr>
                      <w:t>Chargée de l’animation auprès des enfants.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68699791"/>
                  <w:placeholder>
                    <w:docPart w:val="0AEBE44F998346E2A4E040C75735F8B7"/>
                  </w:placeholder>
                  <w15:color w:val="C0C0C0"/>
                  <w15:repeatingSectionItem/>
                </w:sdtPr>
                <w:sdtEndPr>
                  <w:rPr>
                    <w:color w:val="262626" w:themeColor="text1" w:themeTint="D9"/>
                  </w:rPr>
                </w:sdtEndPr>
                <w:sdtContent>
                  <w:p w:rsidR="00E05812" w:rsidRPr="00CF6553" w:rsidRDefault="00E05812" w:rsidP="00E05812">
                    <w:pPr>
                      <w:pStyle w:val="Titre2"/>
                      <w:rPr>
                        <w:color w:val="auto"/>
                      </w:rPr>
                    </w:pPr>
                    <w:r w:rsidRPr="00CF6553">
                      <w:rPr>
                        <w:color w:val="auto"/>
                      </w:rPr>
                      <w:t>Assistante administrative et agent de saisie – Lab luxembourg</w:t>
                    </w:r>
                  </w:p>
                  <w:p w:rsidR="00E05812" w:rsidRPr="00E05812" w:rsidRDefault="00E05812" w:rsidP="00E05812">
                    <w:pPr>
                      <w:pStyle w:val="DateduCV"/>
                      <w:rPr>
                        <w:color w:val="262626" w:themeColor="text1" w:themeTint="D9"/>
                      </w:rPr>
                    </w:pPr>
                    <w:r w:rsidRPr="00E05812">
                      <w:rPr>
                        <w:color w:val="262626" w:themeColor="text1" w:themeTint="D9"/>
                      </w:rPr>
                      <w:t>Décembre 2013 à décembre 2014.</w:t>
                    </w:r>
                  </w:p>
                  <w:p w:rsidR="00ED384A" w:rsidRPr="00E05812" w:rsidRDefault="00E05812" w:rsidP="00ED384A">
                    <w:pPr>
                      <w:rPr>
                        <w:color w:val="262626" w:themeColor="text1" w:themeTint="D9"/>
                      </w:rPr>
                    </w:pPr>
                    <w:r w:rsidRPr="00E05812">
                      <w:rPr>
                        <w:color w:val="262626" w:themeColor="text1" w:themeTint="D9"/>
                      </w:rPr>
                      <w:t>Tâches administratives en comptabilité et aux achats. Gestion du courrier et des appels.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932199208"/>
                  <w:placeholder>
                    <w:docPart w:val="D9B1900CC22F469EBB70A508C4C27F2B"/>
                  </w:placeholder>
                  <w15:color w:val="C0C0C0"/>
                  <w15:repeatingSectionItem/>
                </w:sdtPr>
                <w:sdtEndPr/>
                <w:sdtContent>
                  <w:p w:rsidR="00E05812" w:rsidRPr="00CF6553" w:rsidRDefault="00E05812" w:rsidP="00E05812">
                    <w:pPr>
                      <w:pStyle w:val="Titre2"/>
                      <w:rPr>
                        <w:color w:val="auto"/>
                      </w:rPr>
                    </w:pPr>
                    <w:r w:rsidRPr="00CF6553">
                      <w:rPr>
                        <w:color w:val="auto"/>
                      </w:rPr>
                      <w:t>AgENT DE SERVICE HOSPITALIER – hOPITAL FRANçOIS MAILLOT</w:t>
                    </w:r>
                  </w:p>
                  <w:p w:rsidR="00E05812" w:rsidRPr="00E05812" w:rsidRDefault="00E05812" w:rsidP="00E05812">
                    <w:pPr>
                      <w:pStyle w:val="DateduCV"/>
                      <w:rPr>
                        <w:color w:val="262626" w:themeColor="text1" w:themeTint="D9"/>
                      </w:rPr>
                    </w:pPr>
                    <w:r w:rsidRPr="00E05812">
                      <w:rPr>
                        <w:color w:val="262626" w:themeColor="text1" w:themeTint="D9"/>
                      </w:rPr>
                      <w:t>Eté 2010 et 2011.</w:t>
                    </w:r>
                  </w:p>
                  <w:p w:rsidR="00E05812" w:rsidRPr="00E05812" w:rsidRDefault="00E05812" w:rsidP="00E05812">
                    <w:pPr>
                      <w:pStyle w:val="DateduCV"/>
                      <w:rPr>
                        <w:color w:val="262626" w:themeColor="text1" w:themeTint="D9"/>
                      </w:rPr>
                    </w:pPr>
                    <w:r w:rsidRPr="00E05812">
                      <w:rPr>
                        <w:color w:val="262626" w:themeColor="text1" w:themeTint="D9"/>
                      </w:rPr>
                      <w:t>Plonge et nettoyage de la cuisine, mise sur plateau des repas en chambre froide.</w:t>
                    </w:r>
                  </w:p>
                  <w:p w:rsidR="00E52305" w:rsidRPr="00ED384A" w:rsidRDefault="00E05812" w:rsidP="00402119">
                    <w:r w:rsidRPr="00E05812">
                      <w:rPr>
                        <w:color w:val="262626" w:themeColor="text1" w:themeTint="D9"/>
                      </w:rPr>
                      <w:t>Nettoyage des chambres des patients, distribution des repas</w:t>
                    </w:r>
                    <w:r>
                      <w:t>.</w:t>
                    </w:r>
                  </w:p>
                </w:sdtContent>
              </w:sdt>
            </w:sdtContent>
          </w:sdt>
        </w:tc>
      </w:tr>
      <w:tr w:rsidR="00E52305" w:rsidTr="00ED384A">
        <w:tc>
          <w:tcPr>
            <w:tcW w:w="1778" w:type="dxa"/>
          </w:tcPr>
          <w:p w:rsidR="00E52305" w:rsidRPr="004B21C4" w:rsidRDefault="001257B1">
            <w:pPr>
              <w:pStyle w:val="Titre1"/>
              <w:rPr>
                <w:b/>
                <w:noProof/>
                <w:sz w:val="22"/>
                <w:szCs w:val="22"/>
              </w:rPr>
            </w:pPr>
            <w:r w:rsidRPr="00E05812">
              <w:rPr>
                <w:b/>
                <w:noProof/>
                <w:color w:val="0070C0"/>
                <w:sz w:val="22"/>
                <w:szCs w:val="22"/>
              </w:rPr>
              <w:t>Formation</w:t>
            </w:r>
            <w:r w:rsidR="003D76CD" w:rsidRPr="00E05812">
              <w:rPr>
                <w:b/>
                <w:noProof/>
                <w:color w:val="0070C0"/>
                <w:sz w:val="22"/>
                <w:szCs w:val="22"/>
              </w:rPr>
              <w:t>s</w:t>
            </w:r>
          </w:p>
        </w:tc>
        <w:tc>
          <w:tcPr>
            <w:tcW w:w="65" w:type="dxa"/>
          </w:tcPr>
          <w:p w:rsidR="00E52305" w:rsidRDefault="00E52305">
            <w:pPr>
              <w:rPr>
                <w:noProof/>
              </w:rPr>
            </w:pPr>
          </w:p>
        </w:tc>
        <w:tc>
          <w:tcPr>
            <w:tcW w:w="8237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691765356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126388115"/>
                  <w:placeholder>
                    <w:docPart w:val="EDA9F2631FF144F6814D1FC17C6CB4D9"/>
                  </w:placeholder>
                  <w15:repeatingSectionItem/>
                </w:sdtPr>
                <w:sdtEndPr>
                  <w:rPr>
                    <w:color w:val="262626" w:themeColor="text1" w:themeTint="D9"/>
                  </w:rPr>
                </w:sdtEndPr>
                <w:sdtContent>
                  <w:p w:rsidR="00ED384A" w:rsidRPr="00CF6553" w:rsidRDefault="00ED384A" w:rsidP="00ED384A">
                    <w:pPr>
                      <w:pStyle w:val="Titre2"/>
                      <w:rPr>
                        <w:color w:val="auto"/>
                      </w:rPr>
                    </w:pPr>
                    <w:r w:rsidRPr="00CF6553">
                      <w:rPr>
                        <w:color w:val="auto"/>
                      </w:rPr>
                      <w:t>2011-2013 Licence 1ere annee staps - universite</w:t>
                    </w:r>
                  </w:p>
                  <w:p w:rsidR="00ED384A" w:rsidRPr="00E05812" w:rsidRDefault="00ED384A" w:rsidP="00ED384A">
                    <w:pPr>
                      <w:rPr>
                        <w:color w:val="262626" w:themeColor="text1" w:themeTint="D9"/>
                      </w:rPr>
                    </w:pPr>
                    <w:r w:rsidRPr="00E05812">
                      <w:rPr>
                        <w:color w:val="262626" w:themeColor="text1" w:themeTint="D9"/>
                      </w:rPr>
                      <w:t>1</w:t>
                    </w:r>
                    <w:r w:rsidRPr="00E05812">
                      <w:rPr>
                        <w:color w:val="262626" w:themeColor="text1" w:themeTint="D9"/>
                        <w:vertAlign w:val="superscript"/>
                      </w:rPr>
                      <w:t>er</w:t>
                    </w:r>
                    <w:r w:rsidRPr="00E05812">
                      <w:rPr>
                        <w:color w:val="262626" w:themeColor="text1" w:themeTint="D9"/>
                      </w:rPr>
                      <w:t xml:space="preserve"> année en faculté du sport </w:t>
                    </w:r>
                    <w:r w:rsidR="003D76CD" w:rsidRPr="00E05812">
                      <w:rPr>
                        <w:color w:val="262626" w:themeColor="text1" w:themeTint="D9"/>
                      </w:rPr>
                      <w:t>à</w:t>
                    </w:r>
                    <w:r w:rsidRPr="00E05812">
                      <w:rPr>
                        <w:color w:val="262626" w:themeColor="text1" w:themeTint="D9"/>
                      </w:rPr>
                      <w:t xml:space="preserve"> Nancy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472876175"/>
                  <w:placeholder>
                    <w:docPart w:val="83E8A64B6EB1496B8140F5128D4C3716"/>
                  </w:placeholder>
                  <w15:repeatingSectionItem/>
                </w:sdtPr>
                <w:sdtEndPr/>
                <w:sdtContent>
                  <w:p w:rsidR="00ED384A" w:rsidRPr="00CF6553" w:rsidRDefault="00ED384A" w:rsidP="00ED384A">
                    <w:pPr>
                      <w:pStyle w:val="Titre2"/>
                      <w:rPr>
                        <w:color w:val="auto"/>
                      </w:rPr>
                    </w:pPr>
                    <w:r w:rsidRPr="00CF6553">
                      <w:rPr>
                        <w:color w:val="auto"/>
                      </w:rPr>
                      <w:t>2008-2011 SECONDE, PREMIERE ET TERMINAL – LYCEE JEAN ZAY</w:t>
                    </w:r>
                  </w:p>
                  <w:p w:rsidR="00E52305" w:rsidRPr="00ED384A" w:rsidRDefault="00ED384A" w:rsidP="00ED384A">
                    <w:r w:rsidRPr="00E05812">
                      <w:rPr>
                        <w:color w:val="262626" w:themeColor="text1" w:themeTint="D9"/>
                      </w:rPr>
                      <w:t>Spécialité communication et gestion des ressources humaines.</w:t>
                    </w:r>
                  </w:p>
                </w:sdtContent>
              </w:sdt>
            </w:sdtContent>
          </w:sdt>
        </w:tc>
      </w:tr>
      <w:tr w:rsidR="00E52305" w:rsidTr="00ED384A">
        <w:tc>
          <w:tcPr>
            <w:tcW w:w="1778" w:type="dxa"/>
          </w:tcPr>
          <w:p w:rsidR="00E52305" w:rsidRPr="004B21C4" w:rsidRDefault="00ED384A">
            <w:pPr>
              <w:pStyle w:val="Titre1"/>
              <w:rPr>
                <w:b/>
                <w:noProof/>
                <w:sz w:val="22"/>
                <w:szCs w:val="22"/>
              </w:rPr>
            </w:pPr>
            <w:r w:rsidRPr="00E05812">
              <w:rPr>
                <w:b/>
                <w:noProof/>
                <w:color w:val="0070C0"/>
                <w:sz w:val="22"/>
                <w:szCs w:val="22"/>
              </w:rPr>
              <w:t>diplomes</w:t>
            </w:r>
          </w:p>
        </w:tc>
        <w:tc>
          <w:tcPr>
            <w:tcW w:w="65" w:type="dxa"/>
          </w:tcPr>
          <w:p w:rsidR="00E52305" w:rsidRDefault="00E52305">
            <w:pPr>
              <w:rPr>
                <w:noProof/>
              </w:rPr>
            </w:pPr>
          </w:p>
        </w:tc>
        <w:tc>
          <w:tcPr>
            <w:tcW w:w="8237" w:type="dxa"/>
          </w:tcPr>
          <w:p w:rsidR="00E52305" w:rsidRPr="00E05812" w:rsidRDefault="00ED384A" w:rsidP="00ED384A">
            <w:pPr>
              <w:pStyle w:val="DateduCV"/>
              <w:ind w:right="582"/>
              <w:rPr>
                <w:noProof/>
                <w:color w:val="262626" w:themeColor="text1" w:themeTint="D9"/>
              </w:rPr>
            </w:pPr>
            <w:r w:rsidRPr="00CF6553">
              <w:rPr>
                <w:rFonts w:asciiTheme="majorHAnsi" w:hAnsiTheme="majorHAnsi"/>
                <w:b/>
                <w:noProof/>
                <w:color w:val="auto"/>
              </w:rPr>
              <w:t>JUILLET 2011</w:t>
            </w:r>
            <w:r w:rsidRPr="00CF6553">
              <w:rPr>
                <w:noProof/>
                <w:color w:val="auto"/>
              </w:rPr>
              <w:t xml:space="preserve"> </w:t>
            </w:r>
            <w:r w:rsidRPr="00E05812">
              <w:rPr>
                <w:noProof/>
                <w:color w:val="262626" w:themeColor="text1" w:themeTint="D9"/>
              </w:rPr>
              <w:t>– Obtention du baccalaureat Communication et Gestion des ressources hummaines</w:t>
            </w:r>
          </w:p>
          <w:p w:rsidR="000F7E22" w:rsidRDefault="000F7E22" w:rsidP="00ED384A">
            <w:pPr>
              <w:pStyle w:val="DateduCV"/>
              <w:ind w:right="582"/>
              <w:rPr>
                <w:noProof/>
              </w:rPr>
            </w:pPr>
            <w:r w:rsidRPr="00CF6553">
              <w:rPr>
                <w:rFonts w:asciiTheme="majorHAnsi" w:hAnsiTheme="majorHAnsi"/>
                <w:b/>
                <w:noProof/>
                <w:color w:val="auto"/>
              </w:rPr>
              <w:t>AVRIL 2011</w:t>
            </w:r>
            <w:r w:rsidRPr="00CF6553">
              <w:rPr>
                <w:noProof/>
                <w:color w:val="auto"/>
              </w:rPr>
              <w:t xml:space="preserve"> </w:t>
            </w:r>
            <w:r w:rsidRPr="00E05812">
              <w:rPr>
                <w:noProof/>
                <w:color w:val="262626" w:themeColor="text1" w:themeTint="D9"/>
              </w:rPr>
              <w:t>– Obtention du diplôme initiateur basket-ball</w:t>
            </w:r>
          </w:p>
        </w:tc>
      </w:tr>
      <w:tr w:rsidR="00E52305" w:rsidTr="00ED384A">
        <w:tc>
          <w:tcPr>
            <w:tcW w:w="1778" w:type="dxa"/>
          </w:tcPr>
          <w:p w:rsidR="00E52305" w:rsidRPr="004B21C4" w:rsidRDefault="000F7E22">
            <w:pPr>
              <w:pStyle w:val="Titre1"/>
              <w:rPr>
                <w:b/>
                <w:noProof/>
                <w:sz w:val="22"/>
                <w:szCs w:val="22"/>
              </w:rPr>
            </w:pPr>
            <w:r w:rsidRPr="00E05812">
              <w:rPr>
                <w:b/>
                <w:noProof/>
                <w:color w:val="0070C0"/>
                <w:sz w:val="22"/>
                <w:szCs w:val="22"/>
              </w:rPr>
              <w:t>Langue et informatique</w:t>
            </w:r>
          </w:p>
        </w:tc>
        <w:tc>
          <w:tcPr>
            <w:tcW w:w="65" w:type="dxa"/>
          </w:tcPr>
          <w:p w:rsidR="00E52305" w:rsidRDefault="00E52305">
            <w:pPr>
              <w:rPr>
                <w:noProof/>
              </w:rPr>
            </w:pPr>
          </w:p>
        </w:tc>
        <w:tc>
          <w:tcPr>
            <w:tcW w:w="8237" w:type="dxa"/>
          </w:tcPr>
          <w:p w:rsidR="00E52305" w:rsidRPr="00E05812" w:rsidRDefault="000F7E22" w:rsidP="000F7E22">
            <w:pPr>
              <w:pStyle w:val="DateduCV"/>
              <w:rPr>
                <w:noProof/>
                <w:color w:val="262626" w:themeColor="text1" w:themeTint="D9"/>
              </w:rPr>
            </w:pPr>
            <w:r w:rsidRPr="00E05812">
              <w:rPr>
                <w:noProof/>
                <w:color w:val="262626" w:themeColor="text1" w:themeTint="D9"/>
              </w:rPr>
              <w:t>Anglais : niveau scolaire</w:t>
            </w:r>
          </w:p>
          <w:p w:rsidR="000F7E22" w:rsidRPr="00E05812" w:rsidRDefault="000F7E22" w:rsidP="000F7E22">
            <w:pPr>
              <w:pStyle w:val="DateduCV"/>
              <w:rPr>
                <w:noProof/>
                <w:color w:val="262626" w:themeColor="text1" w:themeTint="D9"/>
              </w:rPr>
            </w:pPr>
            <w:r w:rsidRPr="00E05812">
              <w:rPr>
                <w:noProof/>
                <w:color w:val="262626" w:themeColor="text1" w:themeTint="D9"/>
              </w:rPr>
              <w:t>Italien : niveau scolaire</w:t>
            </w:r>
          </w:p>
          <w:p w:rsidR="000F7E22" w:rsidRDefault="000F7E22" w:rsidP="000F7E22">
            <w:pPr>
              <w:pStyle w:val="DateduCV"/>
              <w:rPr>
                <w:noProof/>
              </w:rPr>
            </w:pPr>
            <w:r w:rsidRPr="00E05812">
              <w:rPr>
                <w:noProof/>
                <w:color w:val="262626" w:themeColor="text1" w:themeTint="D9"/>
              </w:rPr>
              <w:t>Infomatique : maitrise de la suite office, du logiciel comptabilité et gestion commercial SAGE.</w:t>
            </w:r>
          </w:p>
        </w:tc>
      </w:tr>
      <w:tr w:rsidR="000F7E22" w:rsidTr="00ED384A">
        <w:tc>
          <w:tcPr>
            <w:tcW w:w="1778" w:type="dxa"/>
          </w:tcPr>
          <w:p w:rsidR="000F7E22" w:rsidRPr="004B21C4" w:rsidRDefault="000F7E22">
            <w:pPr>
              <w:pStyle w:val="Titre1"/>
              <w:rPr>
                <w:b/>
                <w:noProof/>
                <w:sz w:val="22"/>
                <w:szCs w:val="22"/>
              </w:rPr>
            </w:pPr>
            <w:r w:rsidRPr="00E05812">
              <w:rPr>
                <w:b/>
                <w:noProof/>
                <w:color w:val="0070C0"/>
                <w:sz w:val="22"/>
                <w:szCs w:val="22"/>
              </w:rPr>
              <w:t>Centre d’interet</w:t>
            </w:r>
          </w:p>
        </w:tc>
        <w:tc>
          <w:tcPr>
            <w:tcW w:w="65" w:type="dxa"/>
          </w:tcPr>
          <w:p w:rsidR="000F7E22" w:rsidRDefault="000F7E22">
            <w:pPr>
              <w:rPr>
                <w:noProof/>
              </w:rPr>
            </w:pPr>
          </w:p>
        </w:tc>
        <w:tc>
          <w:tcPr>
            <w:tcW w:w="8237" w:type="dxa"/>
          </w:tcPr>
          <w:p w:rsidR="000F7E22" w:rsidRPr="00E05812" w:rsidRDefault="000F7E22" w:rsidP="000F7E22">
            <w:pPr>
              <w:pStyle w:val="DateduCV"/>
              <w:rPr>
                <w:noProof/>
                <w:color w:val="262626" w:themeColor="text1" w:themeTint="D9"/>
              </w:rPr>
            </w:pPr>
            <w:r w:rsidRPr="00E05812">
              <w:rPr>
                <w:noProof/>
                <w:color w:val="262626" w:themeColor="text1" w:themeTint="D9"/>
              </w:rPr>
              <w:t>Sport – Pratique du basket-ball depuis 16 ans</w:t>
            </w:r>
          </w:p>
          <w:p w:rsidR="000F7E22" w:rsidRDefault="000F7E22" w:rsidP="000F7E22">
            <w:pPr>
              <w:pStyle w:val="DateduCV"/>
              <w:rPr>
                <w:noProof/>
              </w:rPr>
            </w:pPr>
            <w:r w:rsidRPr="00E05812">
              <w:rPr>
                <w:noProof/>
                <w:color w:val="262626" w:themeColor="text1" w:themeTint="D9"/>
              </w:rPr>
              <w:t>Autre - Cinéma, voyage</w:t>
            </w:r>
          </w:p>
        </w:tc>
      </w:tr>
      <w:tr w:rsidR="00E52305" w:rsidTr="00ED384A">
        <w:tc>
          <w:tcPr>
            <w:tcW w:w="1778" w:type="dxa"/>
          </w:tcPr>
          <w:p w:rsidR="00E52305" w:rsidRPr="004B21C4" w:rsidRDefault="000F7E22">
            <w:pPr>
              <w:pStyle w:val="Titre1"/>
              <w:rPr>
                <w:b/>
                <w:noProof/>
                <w:sz w:val="22"/>
                <w:szCs w:val="22"/>
              </w:rPr>
            </w:pPr>
            <w:r w:rsidRPr="00E05812">
              <w:rPr>
                <w:b/>
                <w:noProof/>
                <w:color w:val="0070C0"/>
                <w:sz w:val="22"/>
                <w:szCs w:val="22"/>
              </w:rPr>
              <w:t>qualites</w:t>
            </w:r>
          </w:p>
        </w:tc>
        <w:tc>
          <w:tcPr>
            <w:tcW w:w="65" w:type="dxa"/>
          </w:tcPr>
          <w:p w:rsidR="00E52305" w:rsidRPr="004B21C4" w:rsidRDefault="00E52305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8237" w:type="dxa"/>
          </w:tcPr>
          <w:sdt>
            <w:sdtPr>
              <w:rPr>
                <w:b/>
                <w:bCs/>
                <w:caps/>
              </w:rPr>
              <w:id w:val="-1883713024"/>
              <w15:color w:val="C0C0C0"/>
              <w15:repeatingSection/>
            </w:sdtPr>
            <w:sdtEndPr>
              <w:rPr>
                <w:b w:val="0"/>
                <w:bCs w:val="0"/>
                <w:caps w:val="0"/>
              </w:rPr>
            </w:sdtEndPr>
            <w:sdtContent>
              <w:sdt>
                <w:sdtPr>
                  <w:rPr>
                    <w:b/>
                    <w:bCs/>
                    <w:caps/>
                  </w:rPr>
                  <w:id w:val="-1368215953"/>
                  <w:placeholder>
                    <w:docPart w:val="DC4BFC86A1494F32B6D103B6B0733674"/>
                  </w:placeholder>
                  <w15:color w:val="C0C0C0"/>
                  <w15:repeatingSectionItem/>
                </w:sdtPr>
                <w:sdtEndPr>
                  <w:rPr>
                    <w:b w:val="0"/>
                    <w:bCs w:val="0"/>
                    <w:caps w:val="0"/>
                  </w:rPr>
                </w:sdtEndPr>
                <w:sdtContent>
                  <w:p w:rsidR="00E52305" w:rsidRPr="0065270C" w:rsidRDefault="000F7E22" w:rsidP="000F7E22">
                    <w:pPr>
                      <w:pStyle w:val="DateduCV"/>
                    </w:pPr>
                    <w:r w:rsidRPr="00E05812">
                      <w:rPr>
                        <w:color w:val="262626" w:themeColor="text1" w:themeTint="D9"/>
                      </w:rPr>
                      <w:t>Travailleuse, volontaire et motivée.</w:t>
                    </w:r>
                  </w:p>
                </w:sdtContent>
              </w:sdt>
            </w:sdtContent>
          </w:sdt>
        </w:tc>
      </w:tr>
    </w:tbl>
    <w:p w:rsidR="00E52305" w:rsidRDefault="00E52305" w:rsidP="00052C66"/>
    <w:sectPr w:rsidR="00E52305">
      <w:footerReference w:type="default" r:id="rId9"/>
      <w:pgSz w:w="12240" w:h="15840" w:code="1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36F" w:rsidRDefault="00A6736F">
      <w:pPr>
        <w:spacing w:before="0" w:after="0" w:line="240" w:lineRule="auto"/>
      </w:pPr>
      <w:r>
        <w:separator/>
      </w:r>
    </w:p>
  </w:endnote>
  <w:endnote w:type="continuationSeparator" w:id="0">
    <w:p w:rsidR="00A6736F" w:rsidRDefault="00A673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305" w:rsidRDefault="001257B1">
    <w:pPr>
      <w:pStyle w:val="Pieddepage"/>
      <w:rPr>
        <w:noProof/>
      </w:rPr>
    </w:pPr>
    <w:r>
      <w:rPr>
        <w:noProof/>
      </w:rPr>
      <w:t xml:space="preserve">Page </w:t>
    </w: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A6326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36F" w:rsidRDefault="00A6736F">
      <w:pPr>
        <w:spacing w:before="0" w:after="0" w:line="240" w:lineRule="auto"/>
      </w:pPr>
      <w:r>
        <w:separator/>
      </w:r>
    </w:p>
  </w:footnote>
  <w:footnote w:type="continuationSeparator" w:id="0">
    <w:p w:rsidR="00A6736F" w:rsidRDefault="00A6736F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84A"/>
    <w:rsid w:val="00052C66"/>
    <w:rsid w:val="00075116"/>
    <w:rsid w:val="000F7E22"/>
    <w:rsid w:val="00120A7A"/>
    <w:rsid w:val="001257B1"/>
    <w:rsid w:val="00150C93"/>
    <w:rsid w:val="001A1339"/>
    <w:rsid w:val="001D2413"/>
    <w:rsid w:val="001D4628"/>
    <w:rsid w:val="00291EA1"/>
    <w:rsid w:val="002A22EB"/>
    <w:rsid w:val="002B7E86"/>
    <w:rsid w:val="00326F55"/>
    <w:rsid w:val="003D76CD"/>
    <w:rsid w:val="00402119"/>
    <w:rsid w:val="00432F98"/>
    <w:rsid w:val="00475873"/>
    <w:rsid w:val="004B21C4"/>
    <w:rsid w:val="004D5501"/>
    <w:rsid w:val="004F6BE6"/>
    <w:rsid w:val="0054364D"/>
    <w:rsid w:val="005572B4"/>
    <w:rsid w:val="005B7173"/>
    <w:rsid w:val="005E0A09"/>
    <w:rsid w:val="00633A46"/>
    <w:rsid w:val="0065270C"/>
    <w:rsid w:val="00686264"/>
    <w:rsid w:val="00717DE0"/>
    <w:rsid w:val="00754B4D"/>
    <w:rsid w:val="00807F7E"/>
    <w:rsid w:val="00842FD9"/>
    <w:rsid w:val="008E7825"/>
    <w:rsid w:val="008F480A"/>
    <w:rsid w:val="009F1D21"/>
    <w:rsid w:val="00A6255B"/>
    <w:rsid w:val="00A63260"/>
    <w:rsid w:val="00A6736F"/>
    <w:rsid w:val="00B17066"/>
    <w:rsid w:val="00B35960"/>
    <w:rsid w:val="00C70491"/>
    <w:rsid w:val="00C93A02"/>
    <w:rsid w:val="00CC4AE3"/>
    <w:rsid w:val="00CD5C63"/>
    <w:rsid w:val="00CF6553"/>
    <w:rsid w:val="00E05812"/>
    <w:rsid w:val="00E52305"/>
    <w:rsid w:val="00E542DC"/>
    <w:rsid w:val="00E5478F"/>
    <w:rsid w:val="00E756F4"/>
    <w:rsid w:val="00EA238C"/>
    <w:rsid w:val="00EA4765"/>
    <w:rsid w:val="00ED384A"/>
    <w:rsid w:val="00F353DB"/>
    <w:rsid w:val="00F7191D"/>
    <w:rsid w:val="00FA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A7F67BD-79EB-485D-B92A-21DE16DF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fr-FR" w:eastAsia="fr-FR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8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 w:qFormat="1"/>
    <w:lsdException w:name="Date" w:semiHidden="1" w:uiPriority="8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paragraph" w:styleId="Titre1">
    <w:name w:val="heading 1"/>
    <w:basedOn w:val="Normal"/>
    <w:next w:val="Normal"/>
    <w:link w:val="Titre1Car"/>
    <w:uiPriority w:val="1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"/>
    <w:unhideWhenUsed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"/>
    <w:rPr>
      <w:kern w:val="20"/>
    </w:rPr>
  </w:style>
  <w:style w:type="paragraph" w:styleId="Pieddepage">
    <w:name w:val="footer"/>
    <w:basedOn w:val="Normal"/>
    <w:link w:val="PieddepageCar"/>
    <w:uiPriority w:val="2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ieddepageCar">
    <w:name w:val="Pied de page Car"/>
    <w:basedOn w:val="Policepardfaut"/>
    <w:link w:val="Pieddepage"/>
    <w:uiPriority w:val="2"/>
    <w:rPr>
      <w:kern w:val="20"/>
    </w:rPr>
  </w:style>
  <w:style w:type="paragraph" w:customStyle="1" w:styleId="DateduCV">
    <w:name w:val="Date du C.V."/>
    <w:basedOn w:val="Normal"/>
    <w:qFormat/>
    <w:pPr>
      <w:spacing w:after="40"/>
      <w:ind w:right="1440"/>
    </w:p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1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Titre2Car">
    <w:name w:val="Titre 2 Car"/>
    <w:basedOn w:val="Policepardfaut"/>
    <w:link w:val="Titre2"/>
    <w:uiPriority w:val="1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14:ligatures w14:val="standardContextual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TableaudeCV">
    <w:name w:val="Tableau de CV"/>
    <w:basedOn w:val="TableauNormal"/>
    <w:uiPriority w:val="99"/>
    <w:tblPr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Tableaudelettres">
    <w:name w:val="Tableau de lettres"/>
    <w:basedOn w:val="Tableau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e">
    <w:name w:val="Date"/>
    <w:basedOn w:val="Normal"/>
    <w:next w:val="Normal"/>
    <w:link w:val="DateCar"/>
    <w:uiPriority w:val="8"/>
    <w:qFormat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DateCar">
    <w:name w:val="Date Car"/>
    <w:basedOn w:val="Policepardfaut"/>
    <w:link w:val="Date"/>
    <w:uiPriority w:val="8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Destinataire">
    <w:name w:val="Destinataire"/>
    <w:basedOn w:val="Normal"/>
    <w:uiPriority w:val="8"/>
    <w:unhideWhenUsed/>
    <w:qFormat/>
    <w:pPr>
      <w:spacing w:after="40"/>
    </w:pPr>
    <w:rPr>
      <w:b/>
      <w:bCs/>
    </w:rPr>
  </w:style>
  <w:style w:type="paragraph" w:styleId="Salutations">
    <w:name w:val="Salutation"/>
    <w:basedOn w:val="Normal"/>
    <w:next w:val="Normal"/>
    <w:link w:val="SalutationsCar"/>
    <w:uiPriority w:val="8"/>
    <w:unhideWhenUsed/>
    <w:qFormat/>
    <w:pPr>
      <w:spacing w:before="720"/>
    </w:pPr>
  </w:style>
  <w:style w:type="character" w:customStyle="1" w:styleId="SalutationsCar">
    <w:name w:val="Salutations Car"/>
    <w:basedOn w:val="Policepardfaut"/>
    <w:link w:val="Salutations"/>
    <w:uiPriority w:val="8"/>
    <w:rPr>
      <w:kern w:val="20"/>
    </w:rPr>
  </w:style>
  <w:style w:type="paragraph" w:styleId="Formuledepolitesse">
    <w:name w:val="Closing"/>
    <w:basedOn w:val="Normal"/>
    <w:link w:val="FormuledepolitesseCar"/>
    <w:uiPriority w:val="8"/>
    <w:unhideWhenUsed/>
    <w:qFormat/>
    <w:pPr>
      <w:spacing w:before="480" w:after="960" w:line="240" w:lineRule="auto"/>
    </w:pPr>
  </w:style>
  <w:style w:type="character" w:customStyle="1" w:styleId="FormuledepolitesseCar">
    <w:name w:val="Formule de politesse Car"/>
    <w:basedOn w:val="Policepardfaut"/>
    <w:link w:val="Formuledepolitesse"/>
    <w:uiPriority w:val="8"/>
    <w:rPr>
      <w:kern w:val="20"/>
    </w:rPr>
  </w:style>
  <w:style w:type="paragraph" w:styleId="Signature">
    <w:name w:val="Signature"/>
    <w:basedOn w:val="Normal"/>
    <w:link w:val="SignatureCar"/>
    <w:uiPriority w:val="8"/>
    <w:unhideWhenUsed/>
    <w:qFormat/>
    <w:pPr>
      <w:spacing w:after="480"/>
    </w:pPr>
    <w:rPr>
      <w:b/>
      <w:bCs/>
    </w:rPr>
  </w:style>
  <w:style w:type="character" w:customStyle="1" w:styleId="SignatureCar">
    <w:name w:val="Signature Car"/>
    <w:basedOn w:val="Policepardfaut"/>
    <w:link w:val="Signature"/>
    <w:uiPriority w:val="8"/>
    <w:rPr>
      <w:b/>
      <w:bCs/>
      <w:kern w:val="20"/>
    </w:rPr>
  </w:style>
  <w:style w:type="character" w:styleId="Accentuation">
    <w:name w:val="Emphasis"/>
    <w:basedOn w:val="Policepardfaut"/>
    <w:uiPriority w:val="2"/>
    <w:unhideWhenUsed/>
    <w:qFormat/>
    <w:rPr>
      <w:color w:val="7E97AD" w:themeColor="accent1"/>
    </w:rPr>
  </w:style>
  <w:style w:type="paragraph" w:customStyle="1" w:styleId="Coordonnes">
    <w:name w:val="Coordonnées"/>
    <w:basedOn w:val="Normal"/>
    <w:uiPriority w:val="2"/>
    <w:qFormat/>
    <w:pPr>
      <w:spacing w:after="0" w:line="240" w:lineRule="auto"/>
      <w:jc w:val="right"/>
    </w:pPr>
    <w:rPr>
      <w:sz w:val="18"/>
    </w:rPr>
  </w:style>
  <w:style w:type="paragraph" w:customStyle="1" w:styleId="Nom">
    <w:name w:val="Nom"/>
    <w:basedOn w:val="Normal"/>
    <w:next w:val="Normal"/>
    <w:uiPriority w:val="1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480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480A"/>
    <w:rPr>
      <w:rFonts w:ascii="Tahoma" w:hAnsi="Tahoma" w:cs="Tahoma"/>
      <w:kern w:val="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\AppData\Roaming\Microsoft\Templates\C.V.%20(Intempore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948DD0B02D6459BA0392C92C62845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302EEC-64C5-4334-85CF-9EBD36C91EE2}"/>
      </w:docPartPr>
      <w:docPartBody>
        <w:p w:rsidR="00BA14AD" w:rsidRDefault="00326375">
          <w:pPr>
            <w:pStyle w:val="E948DD0B02D6459BA0392C92C6284575"/>
          </w:pPr>
          <w:r>
            <w:rPr>
              <w:noProof/>
            </w:rPr>
            <w:t>[Ville, Pays, Code postal]</w:t>
          </w:r>
        </w:p>
      </w:docPartBody>
    </w:docPart>
    <w:docPart>
      <w:docPartPr>
        <w:name w:val="B94245D20CFF4EF1994CE4DA8A846F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2E4AA0-CA58-4E24-9F3A-327A141827C5}"/>
      </w:docPartPr>
      <w:docPartBody>
        <w:p w:rsidR="00BA14AD" w:rsidRDefault="00326375">
          <w:pPr>
            <w:pStyle w:val="B94245D20CFF4EF1994CE4DA8A846FAD"/>
          </w:pPr>
          <w:r>
            <w:rPr>
              <w:noProof/>
            </w:rPr>
            <w:t>[Téléphone]</w:t>
          </w:r>
        </w:p>
      </w:docPartBody>
    </w:docPart>
    <w:docPart>
      <w:docPartPr>
        <w:name w:val="667E8B505E574DDCB4BF513C0A6546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1157C9-1886-48EB-AB71-CDEA286F8228}"/>
      </w:docPartPr>
      <w:docPartBody>
        <w:p w:rsidR="00BA14AD" w:rsidRDefault="00326375">
          <w:pPr>
            <w:pStyle w:val="667E8B505E574DDCB4BF513C0A65460F"/>
          </w:pPr>
          <w:r>
            <w:rPr>
              <w:rStyle w:val="Accentuation"/>
              <w:noProof/>
            </w:rPr>
            <w:t>[Courrier électronique]</w:t>
          </w:r>
        </w:p>
      </w:docPartBody>
    </w:docPart>
    <w:docPart>
      <w:docPartPr>
        <w:name w:val="2781721902FE4936B5D7B196938B1F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7FED9B-57E9-4452-9928-CFEC0CC011DF}"/>
      </w:docPartPr>
      <w:docPartBody>
        <w:p w:rsidR="00BA14AD" w:rsidRDefault="00326375">
          <w:pPr>
            <w:pStyle w:val="2781721902FE4936B5D7B196938B1F68"/>
          </w:pPr>
          <w:r>
            <w:rPr>
              <w:noProof/>
            </w:rPr>
            <w:t>[Votre nom]</w:t>
          </w:r>
        </w:p>
      </w:docPartBody>
    </w:docPart>
    <w:docPart>
      <w:docPartPr>
        <w:name w:val="0AEBE44F998346E2A4E040C75735F8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9D3C30-088D-45B9-A06F-B1DA9FF6979B}"/>
      </w:docPartPr>
      <w:docPartBody>
        <w:p w:rsidR="00BA14AD" w:rsidRDefault="00326375">
          <w:pPr>
            <w:pStyle w:val="0AEBE44F998346E2A4E040C75735F8B7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DA9F2631FF144F6814D1FC17C6CB4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DF78CB-B84F-4640-A4DB-E5D5E23D3073}"/>
      </w:docPartPr>
      <w:docPartBody>
        <w:p w:rsidR="00BA14AD" w:rsidRDefault="00326375">
          <w:pPr>
            <w:pStyle w:val="EDA9F2631FF144F6814D1FC17C6CB4D9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C4BFC86A1494F32B6D103B6B07336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4F9A84-4AD2-40CC-B741-405821611D38}"/>
      </w:docPartPr>
      <w:docPartBody>
        <w:p w:rsidR="00BA14AD" w:rsidRDefault="00326375">
          <w:pPr>
            <w:pStyle w:val="DC4BFC86A1494F32B6D103B6B0733674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3E8A64B6EB1496B8140F5128D4C37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AB5898-5EE4-495F-B304-B7EA38F4399A}"/>
      </w:docPartPr>
      <w:docPartBody>
        <w:p w:rsidR="00BA14AD" w:rsidRDefault="00666451" w:rsidP="00666451">
          <w:pPr>
            <w:pStyle w:val="83E8A64B6EB1496B8140F5128D4C3716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9B1900CC22F469EBB70A508C4C27F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EF0416-FA59-423F-9860-A06A986D2EF8}"/>
      </w:docPartPr>
      <w:docPartBody>
        <w:p w:rsidR="00AA5FAC" w:rsidRDefault="00D806AB" w:rsidP="00D806AB">
          <w:pPr>
            <w:pStyle w:val="D9B1900CC22F469EBB70A508C4C27F2B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10DACBA9D44463D87B5BA4BB2E8A7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ED8EB6-C671-4049-8744-2DABF701972D}"/>
      </w:docPartPr>
      <w:docPartBody>
        <w:p w:rsidR="00C4291C" w:rsidRDefault="00F6675E" w:rsidP="00F6675E">
          <w:pPr>
            <w:pStyle w:val="010DACBA9D44463D87B5BA4BB2E8A737"/>
          </w:pPr>
          <w:r>
            <w:rPr>
              <w:rStyle w:val="Textedelespacerserv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451"/>
    <w:rsid w:val="000D0149"/>
    <w:rsid w:val="000F0A8B"/>
    <w:rsid w:val="00131F84"/>
    <w:rsid w:val="00326375"/>
    <w:rsid w:val="00362EC8"/>
    <w:rsid w:val="005A7E60"/>
    <w:rsid w:val="00666451"/>
    <w:rsid w:val="00727AD9"/>
    <w:rsid w:val="00856990"/>
    <w:rsid w:val="00932E0F"/>
    <w:rsid w:val="00A96EBD"/>
    <w:rsid w:val="00AA5FAC"/>
    <w:rsid w:val="00BA14AD"/>
    <w:rsid w:val="00C4291C"/>
    <w:rsid w:val="00D806AB"/>
    <w:rsid w:val="00DF2E42"/>
    <w:rsid w:val="00F6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E75CDB3DAC04FD59AE6A51E8384CCEB">
    <w:name w:val="CE75CDB3DAC04FD59AE6A51E8384CCEB"/>
  </w:style>
  <w:style w:type="paragraph" w:customStyle="1" w:styleId="E948DD0B02D6459BA0392C92C6284575">
    <w:name w:val="E948DD0B02D6459BA0392C92C6284575"/>
  </w:style>
  <w:style w:type="paragraph" w:customStyle="1" w:styleId="B94245D20CFF4EF1994CE4DA8A846FAD">
    <w:name w:val="B94245D20CFF4EF1994CE4DA8A846FAD"/>
  </w:style>
  <w:style w:type="paragraph" w:customStyle="1" w:styleId="2A34C15FE7624F48BBFE3C97DB95ACCA">
    <w:name w:val="2A34C15FE7624F48BBFE3C97DB95ACCA"/>
  </w:style>
  <w:style w:type="character" w:styleId="Accentuation">
    <w:name w:val="Emphasis"/>
    <w:basedOn w:val="Policepardfaut"/>
    <w:uiPriority w:val="2"/>
    <w:unhideWhenUsed/>
    <w:qFormat/>
    <w:rPr>
      <w:color w:val="5B9BD5" w:themeColor="accent1"/>
    </w:rPr>
  </w:style>
  <w:style w:type="paragraph" w:customStyle="1" w:styleId="667E8B505E574DDCB4BF513C0A65460F">
    <w:name w:val="667E8B505E574DDCB4BF513C0A65460F"/>
  </w:style>
  <w:style w:type="paragraph" w:customStyle="1" w:styleId="2781721902FE4936B5D7B196938B1F68">
    <w:name w:val="2781721902FE4936B5D7B196938B1F68"/>
  </w:style>
  <w:style w:type="paragraph" w:customStyle="1" w:styleId="EED48639418A4323878C294F5F2741D2">
    <w:name w:val="EED48639418A4323878C294F5F2741D2"/>
  </w:style>
  <w:style w:type="paragraph" w:customStyle="1" w:styleId="DateduCV">
    <w:name w:val="Date du C.V."/>
    <w:basedOn w:val="Normal"/>
    <w:qFormat/>
    <w:pPr>
      <w:spacing w:before="40" w:after="40" w:line="288" w:lineRule="auto"/>
      <w:ind w:right="1440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customStyle="1" w:styleId="E4ECEFBA95924067A80D61C73612C46B">
    <w:name w:val="E4ECEFBA95924067A80D61C73612C46B"/>
  </w:style>
  <w:style w:type="character" w:styleId="Textedelespacerserv">
    <w:name w:val="Placeholder Text"/>
    <w:basedOn w:val="Policepardfaut"/>
    <w:uiPriority w:val="99"/>
    <w:semiHidden/>
    <w:rsid w:val="00F6675E"/>
    <w:rPr>
      <w:color w:val="808080"/>
    </w:rPr>
  </w:style>
  <w:style w:type="paragraph" w:customStyle="1" w:styleId="0AEBE44F998346E2A4E040C75735F8B7">
    <w:name w:val="0AEBE44F998346E2A4E040C75735F8B7"/>
  </w:style>
  <w:style w:type="paragraph" w:customStyle="1" w:styleId="788B36BB33794528A8CCF373571B98F8">
    <w:name w:val="788B36BB33794528A8CCF373571B98F8"/>
  </w:style>
  <w:style w:type="paragraph" w:customStyle="1" w:styleId="B2DB84C5C1574B79A49F6A6AAB0C55C6">
    <w:name w:val="B2DB84C5C1574B79A49F6A6AAB0C55C6"/>
  </w:style>
  <w:style w:type="paragraph" w:customStyle="1" w:styleId="254A7A22FC914F43BDC0D19DEABF639F">
    <w:name w:val="254A7A22FC914F43BDC0D19DEABF639F"/>
  </w:style>
  <w:style w:type="paragraph" w:customStyle="1" w:styleId="EDA9F2631FF144F6814D1FC17C6CB4D9">
    <w:name w:val="EDA9F2631FF144F6814D1FC17C6CB4D9"/>
  </w:style>
  <w:style w:type="paragraph" w:customStyle="1" w:styleId="117D4CB3A8724AC1AB5CFF05DDF032EE">
    <w:name w:val="117D4CB3A8724AC1AB5CFF05DDF032EE"/>
  </w:style>
  <w:style w:type="paragraph" w:customStyle="1" w:styleId="16675CD2BB0543E0ACF10A4855C8374E">
    <w:name w:val="16675CD2BB0543E0ACF10A4855C8374E"/>
  </w:style>
  <w:style w:type="paragraph" w:customStyle="1" w:styleId="48B2A09B0FE64DC09E3CCB6CA1455861">
    <w:name w:val="48B2A09B0FE64DC09E3CCB6CA1455861"/>
  </w:style>
  <w:style w:type="paragraph" w:customStyle="1" w:styleId="7B57AF9F3B1A4543833340087E861492">
    <w:name w:val="7B57AF9F3B1A4543833340087E861492"/>
  </w:style>
  <w:style w:type="paragraph" w:customStyle="1" w:styleId="DC4BFC86A1494F32B6D103B6B0733674">
    <w:name w:val="DC4BFC86A1494F32B6D103B6B0733674"/>
  </w:style>
  <w:style w:type="paragraph" w:customStyle="1" w:styleId="8FCC3563970149F5AF8375AE63ACCDCE">
    <w:name w:val="8FCC3563970149F5AF8375AE63ACCDCE"/>
  </w:style>
  <w:style w:type="paragraph" w:customStyle="1" w:styleId="19D130DFFA7C4260A7F6FD571A3079EA">
    <w:name w:val="19D130DFFA7C4260A7F6FD571A3079EA"/>
  </w:style>
  <w:style w:type="paragraph" w:customStyle="1" w:styleId="069AB9ED2C4F4EAEB3D81E055DBC9E09">
    <w:name w:val="069AB9ED2C4F4EAEB3D81E055DBC9E09"/>
  </w:style>
  <w:style w:type="paragraph" w:customStyle="1" w:styleId="3C4FE390C3534FAA9ED6059AF5D635F0">
    <w:name w:val="3C4FE390C3534FAA9ED6059AF5D635F0"/>
    <w:rsid w:val="00666451"/>
  </w:style>
  <w:style w:type="paragraph" w:customStyle="1" w:styleId="83E8A64B6EB1496B8140F5128D4C3716">
    <w:name w:val="83E8A64B6EB1496B8140F5128D4C3716"/>
    <w:rsid w:val="00666451"/>
  </w:style>
  <w:style w:type="paragraph" w:customStyle="1" w:styleId="D9B1900CC22F469EBB70A508C4C27F2B">
    <w:name w:val="D9B1900CC22F469EBB70A508C4C27F2B"/>
    <w:rsid w:val="00D806AB"/>
  </w:style>
  <w:style w:type="paragraph" w:customStyle="1" w:styleId="D1BAECAFF727441FBEAC6E487C39E268">
    <w:name w:val="D1BAECAFF727441FBEAC6E487C39E268"/>
    <w:rsid w:val="00AA5FAC"/>
  </w:style>
  <w:style w:type="paragraph" w:customStyle="1" w:styleId="6AA02B385BCB465089B5A0E7E336402C">
    <w:name w:val="6AA02B385BCB465089B5A0E7E336402C"/>
    <w:rsid w:val="00AA5FAC"/>
  </w:style>
  <w:style w:type="paragraph" w:customStyle="1" w:styleId="5DA0CECDA1244B33AF508C863927EDCC">
    <w:name w:val="5DA0CECDA1244B33AF508C863927EDCC"/>
    <w:rsid w:val="000D0149"/>
  </w:style>
  <w:style w:type="paragraph" w:customStyle="1" w:styleId="010DACBA9D44463D87B5BA4BB2E8A737">
    <w:name w:val="010DACBA9D44463D87B5BA4BB2E8A737"/>
    <w:rsid w:val="00F667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>06.27.32.87.28</CompanyPhone>
  <CompanyFax/>
  <CompanyEmail>juliesuk13@gmail.com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EDECC0-4E27-4FC9-BA6F-6D753F7105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C.V. (Intemporel)</Template>
  <TotalTime>99</TotalTime>
  <Pages>2</Pages>
  <Words>229</Words>
  <Characters>1263</Characters>
  <Application>Microsoft Office Word</Application>
  <DocSecurity>0</DocSecurity>
  <Lines>10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 julie</dc:creator>
  <cp:keywords/>
  <cp:lastModifiedBy>Thomas HOELTZEL</cp:lastModifiedBy>
  <cp:revision>19</cp:revision>
  <cp:lastPrinted>2016-02-24T07:52:00Z</cp:lastPrinted>
  <dcterms:created xsi:type="dcterms:W3CDTF">2015-07-27T07:21:00Z</dcterms:created>
  <dcterms:modified xsi:type="dcterms:W3CDTF">2016-04-21T17:14:00Z</dcterms:modified>
  <cp:category>54970 LANDRES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TC028350579991</vt:lpwstr>
  </property>
</Properties>
</file>